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806" w:rsidRDefault="00FA1C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Lisa 2</w:t>
      </w:r>
    </w:p>
    <w:p w:rsidR="00FA1C3B" w:rsidRDefault="00FA1C3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RMK ja </w:t>
      </w:r>
      <w:proofErr w:type="spellStart"/>
      <w:r>
        <w:t>Armilda</w:t>
      </w:r>
      <w:proofErr w:type="spellEnd"/>
      <w:r>
        <w:t xml:space="preserve"> Antiik OÜ vahel</w:t>
      </w:r>
    </w:p>
    <w:p w:rsidR="00FA1C3B" w:rsidRDefault="00FA1C3B" w:rsidP="00FA1C3B">
      <w:pPr>
        <w:ind w:left="4760" w:firstLine="680"/>
      </w:pPr>
      <w:r>
        <w:t xml:space="preserve">02.06.2023.a. sõlmitud äriruumi </w:t>
      </w:r>
    </w:p>
    <w:p w:rsidR="00FA1C3B" w:rsidRDefault="00FA1C3B" w:rsidP="00FA1C3B">
      <w:pPr>
        <w:ind w:left="4760" w:firstLine="680"/>
      </w:pPr>
      <w:r>
        <w:t>üürilepingu 9-28/2023/8 juurde</w:t>
      </w:r>
    </w:p>
    <w:p w:rsidR="00C56806" w:rsidRDefault="00C56806"/>
    <w:tbl>
      <w:tblPr>
        <w:tblW w:w="13834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274"/>
        <w:gridCol w:w="4344"/>
      </w:tblGrid>
      <w:tr w:rsidR="009F21AC" w:rsidRPr="00572A9B" w:rsidTr="00FA1C3B">
        <w:trPr>
          <w:cantSplit/>
          <w:trHeight w:val="284"/>
        </w:trPr>
        <w:tc>
          <w:tcPr>
            <w:tcW w:w="5216" w:type="dxa"/>
            <w:vMerge w:val="restart"/>
          </w:tcPr>
          <w:p w:rsidR="009F21AC" w:rsidRPr="00966FB6" w:rsidRDefault="009F21AC" w:rsidP="00572A9B">
            <w:pPr>
              <w:rPr>
                <w:rFonts w:ascii="Arial" w:hAnsi="Arial" w:cs="Arial"/>
                <w:b/>
              </w:rPr>
            </w:pPr>
            <w:r w:rsidRPr="00966FB6">
              <w:rPr>
                <w:rFonts w:ascii="Arial" w:hAnsi="Arial" w:cs="Arial"/>
                <w:b/>
              </w:rPr>
              <w:t>AKT</w:t>
            </w:r>
          </w:p>
          <w:p w:rsidR="009F21AC" w:rsidRPr="00572A9B" w:rsidRDefault="009F21AC" w:rsidP="00572A9B"/>
          <w:p w:rsidR="009F21AC" w:rsidRPr="00572A9B" w:rsidRDefault="009F21AC" w:rsidP="00572A9B">
            <w:pPr>
              <w:rPr>
                <w:i/>
                <w:iCs/>
              </w:rPr>
            </w:pPr>
          </w:p>
        </w:tc>
        <w:tc>
          <w:tcPr>
            <w:tcW w:w="4274" w:type="dxa"/>
          </w:tcPr>
          <w:p w:rsidR="009F21AC" w:rsidRPr="00B072F4" w:rsidRDefault="009F21AC" w:rsidP="00310A72">
            <w:pPr>
              <w:pStyle w:val="NormalWeb"/>
              <w:jc w:val="right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B072F4">
              <w:rPr>
                <w:rFonts w:ascii="Times New Roman" w:hAnsi="Times New Roman"/>
                <w:sz w:val="24"/>
                <w:szCs w:val="24"/>
              </w:rPr>
              <w:br/>
              <w:t xml:space="preserve"> </w:t>
            </w:r>
            <w:r w:rsidRPr="00B072F4">
              <w:rPr>
                <w:rFonts w:ascii="Times New Roman" w:hAnsi="Times New Roman"/>
                <w:sz w:val="24"/>
                <w:szCs w:val="24"/>
              </w:rPr>
              <w:br/>
            </w:r>
            <w:r w:rsidRPr="00B072F4">
              <w:rPr>
                <w:rFonts w:ascii="Times New Roman" w:eastAsia="Calibri" w:hAnsi="Times New Roman"/>
                <w:sz w:val="24"/>
                <w:szCs w:val="24"/>
              </w:rPr>
              <w:t>(</w:t>
            </w:r>
            <w:proofErr w:type="spellStart"/>
            <w:r w:rsidRPr="00B072F4">
              <w:rPr>
                <w:rFonts w:ascii="Times New Roman" w:eastAsia="Calibri" w:hAnsi="Times New Roman"/>
                <w:sz w:val="24"/>
                <w:szCs w:val="24"/>
              </w:rPr>
              <w:t>hiliseima</w:t>
            </w:r>
            <w:proofErr w:type="spellEnd"/>
            <w:r w:rsidRPr="00B072F4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B072F4">
              <w:rPr>
                <w:rFonts w:ascii="Times New Roman" w:eastAsia="Calibri" w:hAnsi="Times New Roman"/>
                <w:sz w:val="24"/>
                <w:szCs w:val="24"/>
              </w:rPr>
              <w:t>digitaalallkirja</w:t>
            </w:r>
            <w:proofErr w:type="spellEnd"/>
            <w:r w:rsidRPr="00B072F4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B072F4">
              <w:rPr>
                <w:rFonts w:ascii="Times New Roman" w:eastAsia="Calibri" w:hAnsi="Times New Roman"/>
                <w:sz w:val="24"/>
                <w:szCs w:val="24"/>
              </w:rPr>
              <w:t>kuupäev</w:t>
            </w:r>
            <w:proofErr w:type="spellEnd"/>
            <w:r w:rsidRPr="00B072F4">
              <w:rPr>
                <w:rFonts w:ascii="Times New Roman" w:eastAsia="Calibri" w:hAnsi="Times New Roman"/>
                <w:sz w:val="24"/>
                <w:szCs w:val="24"/>
              </w:rPr>
              <w:t>)</w:t>
            </w:r>
          </w:p>
          <w:p w:rsidR="009F21AC" w:rsidRPr="00572A9B" w:rsidRDefault="009F21AC" w:rsidP="009F21AC">
            <w:pPr>
              <w:jc w:val="right"/>
            </w:pPr>
          </w:p>
        </w:tc>
        <w:tc>
          <w:tcPr>
            <w:tcW w:w="4344" w:type="dxa"/>
            <w:vMerge w:val="restart"/>
          </w:tcPr>
          <w:p w:rsidR="009F21AC" w:rsidRPr="00CF25B2" w:rsidRDefault="009F21AC" w:rsidP="009F21AC">
            <w:pPr>
              <w:jc w:val="right"/>
            </w:pPr>
            <w:r w:rsidRPr="00572A9B">
              <w:br/>
              <w:t xml:space="preserve"> </w:t>
            </w:r>
            <w:r w:rsidRPr="00572A9B">
              <w:br/>
            </w:r>
          </w:p>
        </w:tc>
      </w:tr>
      <w:tr w:rsidR="009F21AC" w:rsidRPr="00572A9B" w:rsidTr="00FA1C3B">
        <w:trPr>
          <w:cantSplit/>
          <w:trHeight w:val="740"/>
        </w:trPr>
        <w:tc>
          <w:tcPr>
            <w:tcW w:w="5216" w:type="dxa"/>
            <w:vMerge/>
          </w:tcPr>
          <w:p w:rsidR="009F21AC" w:rsidRPr="00572A9B" w:rsidRDefault="009F21AC" w:rsidP="00572A9B"/>
        </w:tc>
        <w:tc>
          <w:tcPr>
            <w:tcW w:w="4274" w:type="dxa"/>
          </w:tcPr>
          <w:p w:rsidR="009F21AC" w:rsidRPr="00572A9B" w:rsidRDefault="009F21AC" w:rsidP="00572A9B"/>
        </w:tc>
        <w:tc>
          <w:tcPr>
            <w:tcW w:w="4344" w:type="dxa"/>
            <w:vMerge/>
          </w:tcPr>
          <w:p w:rsidR="009F21AC" w:rsidRPr="00572A9B" w:rsidRDefault="009F21AC" w:rsidP="00572A9B"/>
        </w:tc>
      </w:tr>
    </w:tbl>
    <w:p w:rsidR="005B1CF7" w:rsidRPr="00572A9B" w:rsidRDefault="005B1CF7" w:rsidP="00572A9B"/>
    <w:p w:rsidR="005A1F56" w:rsidRPr="00DE3EBF" w:rsidRDefault="005A1F56" w:rsidP="00572A9B">
      <w:pPr>
        <w:rPr>
          <w:color w:val="000000"/>
          <w:spacing w:val="0"/>
          <w:position w:val="0"/>
          <w:lang w:val="fi-FI"/>
        </w:rPr>
      </w:pPr>
      <w:proofErr w:type="spellStart"/>
      <w:r w:rsidRPr="00DE3EBF">
        <w:rPr>
          <w:b/>
          <w:bCs/>
          <w:color w:val="000000"/>
          <w:spacing w:val="0"/>
          <w:position w:val="0"/>
          <w:lang w:val="fi-FI"/>
        </w:rPr>
        <w:t>Äriruumi</w:t>
      </w:r>
      <w:proofErr w:type="spellEnd"/>
      <w:r w:rsidRPr="00DE3EBF">
        <w:rPr>
          <w:b/>
          <w:bCs/>
          <w:color w:val="000000"/>
          <w:spacing w:val="0"/>
          <w:position w:val="0"/>
          <w:lang w:val="fi-FI"/>
        </w:rPr>
        <w:t xml:space="preserve"> </w:t>
      </w:r>
      <w:proofErr w:type="spellStart"/>
      <w:r w:rsidRPr="00DE3EBF">
        <w:rPr>
          <w:b/>
          <w:bCs/>
          <w:color w:val="000000"/>
          <w:spacing w:val="0"/>
          <w:position w:val="0"/>
          <w:lang w:val="fi-FI"/>
        </w:rPr>
        <w:t>üleandmi</w:t>
      </w:r>
      <w:r w:rsidR="007C0D40" w:rsidRPr="00DE3EBF">
        <w:rPr>
          <w:b/>
          <w:bCs/>
          <w:color w:val="000000"/>
          <w:spacing w:val="0"/>
          <w:position w:val="0"/>
          <w:lang w:val="fi-FI"/>
        </w:rPr>
        <w:t>ne</w:t>
      </w:r>
      <w:proofErr w:type="spellEnd"/>
    </w:p>
    <w:p w:rsidR="00DD4087" w:rsidRDefault="00DD4087" w:rsidP="00572A9B"/>
    <w:p w:rsidR="00DC7A75" w:rsidRDefault="009F21AC" w:rsidP="00422DD1">
      <w:pPr>
        <w:pStyle w:val="ListParagraph"/>
        <w:numPr>
          <w:ilvl w:val="0"/>
          <w:numId w:val="4"/>
        </w:numPr>
        <w:ind w:left="142" w:hanging="284"/>
        <w:jc w:val="both"/>
      </w:pPr>
      <w:r w:rsidRPr="00727E0A">
        <w:t xml:space="preserve">Käesoleva akti koostasid Riigimetsa Majandamise Keskus, </w:t>
      </w:r>
      <w:r>
        <w:t xml:space="preserve">edaspidi </w:t>
      </w:r>
      <w:r w:rsidR="00DC7A75">
        <w:t>üürileandja, keda esindab</w:t>
      </w:r>
    </w:p>
    <w:p w:rsidR="009F21AC" w:rsidRPr="00A77A76" w:rsidRDefault="00FA1C3B" w:rsidP="00422DD1">
      <w:pPr>
        <w:pStyle w:val="ListParagraph"/>
        <w:ind w:left="142"/>
        <w:jc w:val="both"/>
      </w:pPr>
      <w:r>
        <w:t>RMK kinnisvaraosakonna juhataja 9.05.2023 käskkirja  nr 9-49/2023/10 alusel RMK kinnisvaraosakonna põhja piirkonna  ehitus- ja remondispetsialist Tarmo Põkka</w:t>
      </w:r>
    </w:p>
    <w:p w:rsidR="009F21AC" w:rsidRDefault="009F21AC" w:rsidP="00422DD1">
      <w:pPr>
        <w:pStyle w:val="ListParagraph"/>
        <w:ind w:left="142"/>
        <w:jc w:val="both"/>
      </w:pPr>
    </w:p>
    <w:p w:rsidR="00A77A76" w:rsidRDefault="009F21AC" w:rsidP="00422DD1">
      <w:pPr>
        <w:pStyle w:val="ListParagraph"/>
        <w:ind w:left="142"/>
        <w:jc w:val="both"/>
      </w:pPr>
      <w:r w:rsidRPr="00727E0A">
        <w:t xml:space="preserve">ja </w:t>
      </w:r>
      <w:proofErr w:type="spellStart"/>
      <w:r w:rsidR="00FA1C3B">
        <w:t>Armilda</w:t>
      </w:r>
      <w:proofErr w:type="spellEnd"/>
      <w:r w:rsidR="00FA1C3B">
        <w:t xml:space="preserve"> Antiik OÜ, </w:t>
      </w:r>
      <w:r>
        <w:t xml:space="preserve">edaspidi </w:t>
      </w:r>
      <w:r w:rsidRPr="00A77A76">
        <w:t xml:space="preserve">üürnik, </w:t>
      </w:r>
      <w:r w:rsidRPr="00A32C32">
        <w:t xml:space="preserve">keda esindab </w:t>
      </w:r>
      <w:r w:rsidR="00FA1C3B">
        <w:t>juhatuse liige Annely Suuk</w:t>
      </w:r>
      <w:r>
        <w:t xml:space="preserve"> </w:t>
      </w:r>
    </w:p>
    <w:p w:rsidR="00FA1C3B" w:rsidRDefault="00FA1C3B" w:rsidP="00422DD1">
      <w:pPr>
        <w:pStyle w:val="ListParagraph"/>
        <w:ind w:left="142"/>
        <w:jc w:val="both"/>
      </w:pPr>
    </w:p>
    <w:p w:rsidR="009F21AC" w:rsidRPr="00B072F4" w:rsidRDefault="00DD4087" w:rsidP="00422DD1">
      <w:pPr>
        <w:pStyle w:val="ListParagraph"/>
        <w:ind w:left="142"/>
        <w:jc w:val="both"/>
      </w:pPr>
      <w:r w:rsidRPr="00A77A76">
        <w:t xml:space="preserve">selle kohta, </w:t>
      </w:r>
      <w:r w:rsidR="00F91B7C">
        <w:t>et üürileandja andis üle ja ü</w:t>
      </w:r>
      <w:r w:rsidR="00A8267A">
        <w:t xml:space="preserve">ürnik </w:t>
      </w:r>
      <w:r w:rsidRPr="005C0069">
        <w:t xml:space="preserve">võttis vastu </w:t>
      </w:r>
      <w:r w:rsidR="00422DD1">
        <w:t>Lääne-Viru maakonnas, S</w:t>
      </w:r>
      <w:r w:rsidR="00FA1C3B">
        <w:t>agadi külas, Mõisateenijate kinnistu, katastriüksusel 88702:001:0262 asuva muinsuskaitse aluse moonakatemaja</w:t>
      </w:r>
      <w:r w:rsidR="00422DD1">
        <w:t xml:space="preserve"> (riigi kinnisvararegistri kood KV5039H5) korter nr 1 (lepingu lisas 1 plaanil ruumid 1-4)</w:t>
      </w:r>
      <w:r w:rsidR="00F91B7C" w:rsidRPr="00A77A76">
        <w:t>,</w:t>
      </w:r>
      <w:r w:rsidR="00422DD1">
        <w:t xml:space="preserve"> üüritava pinnaga 54,5 m²</w:t>
      </w:r>
      <w:r w:rsidR="009F21AC" w:rsidRPr="00A77A76">
        <w:t xml:space="preserve"> asuvad äriruumid, edaspidi äriruumid, ning selle võtmed. Äriruumid on tühjad.</w:t>
      </w:r>
    </w:p>
    <w:p w:rsidR="00154919" w:rsidRPr="00DE3EBF" w:rsidRDefault="00154919" w:rsidP="00422DD1">
      <w:pPr>
        <w:jc w:val="both"/>
        <w:rPr>
          <w:color w:val="000000"/>
          <w:spacing w:val="0"/>
          <w:position w:val="0"/>
        </w:rPr>
      </w:pPr>
    </w:p>
    <w:p w:rsidR="00572A9B" w:rsidRPr="00792DF5" w:rsidRDefault="00F91B7C" w:rsidP="00422DD1">
      <w:pPr>
        <w:pStyle w:val="ListParagraph"/>
        <w:numPr>
          <w:ilvl w:val="0"/>
          <w:numId w:val="4"/>
        </w:numPr>
        <w:ind w:left="142" w:hanging="284"/>
        <w:jc w:val="both"/>
      </w:pPr>
      <w:r w:rsidRPr="00792DF5">
        <w:t>Äriruumide ü</w:t>
      </w:r>
      <w:r w:rsidR="00FD70FD" w:rsidRPr="00792DF5">
        <w:t>ürnikule</w:t>
      </w:r>
      <w:r w:rsidR="00572A9B" w:rsidRPr="00792DF5">
        <w:t xml:space="preserve"> üleandmise kuupäeva seisuga on arvestite näidud alljärgnevalt: </w:t>
      </w:r>
    </w:p>
    <w:p w:rsidR="00962D36" w:rsidRPr="00792DF5" w:rsidRDefault="00962D36" w:rsidP="00422DD1">
      <w:pPr>
        <w:ind w:left="284" w:hanging="284"/>
        <w:jc w:val="both"/>
      </w:pPr>
    </w:p>
    <w:tbl>
      <w:tblPr>
        <w:tblW w:w="690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79"/>
        <w:gridCol w:w="2273"/>
        <w:gridCol w:w="2348"/>
      </w:tblGrid>
      <w:tr w:rsidR="00572A9B" w:rsidRPr="00572A9B">
        <w:trPr>
          <w:trHeight w:val="360"/>
          <w:tblCellSpacing w:w="7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6F44" w:rsidRPr="00572A9B" w:rsidRDefault="00572A9B" w:rsidP="00572A9B">
            <w:pPr>
              <w:rPr>
                <w:color w:val="000000"/>
                <w:spacing w:val="0"/>
                <w:position w:val="0"/>
                <w:lang w:val="en-US"/>
              </w:rPr>
            </w:pPr>
            <w:proofErr w:type="spellStart"/>
            <w:r w:rsidRPr="00572A9B">
              <w:rPr>
                <w:b/>
                <w:bCs/>
                <w:color w:val="000000"/>
                <w:spacing w:val="0"/>
                <w:position w:val="0"/>
                <w:lang w:val="en-US"/>
              </w:rPr>
              <w:t>Arvestite</w:t>
            </w:r>
            <w:proofErr w:type="spellEnd"/>
            <w:r w:rsidRPr="00572A9B">
              <w:rPr>
                <w:b/>
                <w:bCs/>
                <w:color w:val="000000"/>
                <w:spacing w:val="0"/>
                <w:position w:val="0"/>
                <w:lang w:val="en-US"/>
              </w:rPr>
              <w:t xml:space="preserve"> </w:t>
            </w:r>
            <w:proofErr w:type="spellStart"/>
            <w:r w:rsidRPr="00572A9B">
              <w:rPr>
                <w:b/>
                <w:bCs/>
                <w:color w:val="000000"/>
                <w:spacing w:val="0"/>
                <w:position w:val="0"/>
                <w:lang w:val="en-US"/>
              </w:rPr>
              <w:t>näidud</w:t>
            </w:r>
            <w:proofErr w:type="spellEnd"/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6F44" w:rsidRPr="00572A9B" w:rsidRDefault="00572A9B" w:rsidP="00572A9B">
            <w:pPr>
              <w:rPr>
                <w:color w:val="000000"/>
                <w:spacing w:val="0"/>
                <w:position w:val="0"/>
                <w:lang w:val="en-US"/>
              </w:rPr>
            </w:pPr>
            <w:r w:rsidRPr="00572A9B">
              <w:rPr>
                <w:b/>
                <w:bCs/>
                <w:color w:val="000000"/>
                <w:spacing w:val="0"/>
                <w:position w:val="0"/>
                <w:lang w:val="en-US"/>
              </w:rPr>
              <w:t>‘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6F44" w:rsidRPr="00572A9B" w:rsidRDefault="00572A9B" w:rsidP="00572A9B">
            <w:pPr>
              <w:rPr>
                <w:color w:val="000000"/>
                <w:spacing w:val="0"/>
                <w:position w:val="0"/>
                <w:lang w:val="en-US"/>
              </w:rPr>
            </w:pPr>
            <w:r w:rsidRPr="00572A9B">
              <w:rPr>
                <w:b/>
                <w:bCs/>
                <w:color w:val="000000"/>
                <w:spacing w:val="0"/>
                <w:position w:val="0"/>
                <w:lang w:val="en-US"/>
              </w:rPr>
              <w:t>‘</w:t>
            </w:r>
          </w:p>
        </w:tc>
      </w:tr>
      <w:tr w:rsidR="00572A9B" w:rsidRPr="00572A9B">
        <w:trPr>
          <w:trHeight w:val="405"/>
          <w:tblCellSpacing w:w="7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6F44" w:rsidRPr="00572A9B" w:rsidRDefault="00C76F44" w:rsidP="00572A9B">
            <w:pPr>
              <w:rPr>
                <w:color w:val="000000"/>
                <w:spacing w:val="0"/>
                <w:position w:val="0"/>
                <w:lang w:val="en-US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6F44" w:rsidRPr="00572A9B" w:rsidRDefault="00572A9B" w:rsidP="00572A9B">
            <w:pPr>
              <w:rPr>
                <w:color w:val="000000"/>
                <w:spacing w:val="0"/>
                <w:position w:val="0"/>
                <w:lang w:val="en-US"/>
              </w:rPr>
            </w:pPr>
            <w:proofErr w:type="spellStart"/>
            <w:r w:rsidRPr="00572A9B">
              <w:rPr>
                <w:color w:val="000000"/>
                <w:spacing w:val="0"/>
                <w:position w:val="0"/>
                <w:lang w:val="en-US"/>
              </w:rPr>
              <w:t>külm</w:t>
            </w:r>
            <w:proofErr w:type="spellEnd"/>
            <w:r w:rsidRPr="00572A9B">
              <w:rPr>
                <w:color w:val="000000"/>
                <w:spacing w:val="0"/>
                <w:position w:val="0"/>
                <w:lang w:val="en-US"/>
              </w:rPr>
              <w:t>/m³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6F44" w:rsidRPr="00572A9B" w:rsidRDefault="00572A9B" w:rsidP="00572A9B">
            <w:pPr>
              <w:rPr>
                <w:color w:val="000000"/>
                <w:spacing w:val="0"/>
                <w:position w:val="0"/>
                <w:lang w:val="en-US"/>
              </w:rPr>
            </w:pPr>
            <w:proofErr w:type="spellStart"/>
            <w:r w:rsidRPr="00572A9B">
              <w:rPr>
                <w:color w:val="000000"/>
                <w:spacing w:val="0"/>
                <w:position w:val="0"/>
                <w:lang w:val="en-US"/>
              </w:rPr>
              <w:t>soe</w:t>
            </w:r>
            <w:proofErr w:type="spellEnd"/>
            <w:r w:rsidRPr="00572A9B">
              <w:rPr>
                <w:color w:val="000000"/>
                <w:spacing w:val="0"/>
                <w:position w:val="0"/>
                <w:lang w:val="en-US"/>
              </w:rPr>
              <w:t>/m³</w:t>
            </w:r>
          </w:p>
        </w:tc>
      </w:tr>
      <w:tr w:rsidR="00572A9B" w:rsidRPr="00572A9B">
        <w:trPr>
          <w:trHeight w:val="405"/>
          <w:tblCellSpacing w:w="7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6F44" w:rsidRPr="00572A9B" w:rsidRDefault="00572A9B" w:rsidP="00572A9B">
            <w:pPr>
              <w:rPr>
                <w:color w:val="000000"/>
                <w:spacing w:val="0"/>
                <w:position w:val="0"/>
                <w:lang w:val="en-US"/>
              </w:rPr>
            </w:pPr>
            <w:proofErr w:type="spellStart"/>
            <w:r w:rsidRPr="00572A9B">
              <w:rPr>
                <w:color w:val="000000"/>
                <w:spacing w:val="0"/>
                <w:position w:val="0"/>
                <w:lang w:val="en-US"/>
              </w:rPr>
              <w:t>Vesi</w:t>
            </w:r>
            <w:proofErr w:type="spellEnd"/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6F44" w:rsidRPr="00572A9B" w:rsidRDefault="00422DD1" w:rsidP="00572A9B">
            <w:pPr>
              <w:rPr>
                <w:color w:val="000000"/>
                <w:spacing w:val="0"/>
                <w:position w:val="0"/>
                <w:lang w:val="en-US"/>
              </w:rPr>
            </w:pPr>
            <w:proofErr w:type="spellStart"/>
            <w:r>
              <w:rPr>
                <w:color w:val="000000"/>
                <w:spacing w:val="0"/>
                <w:position w:val="0"/>
                <w:lang w:val="en-US"/>
              </w:rPr>
              <w:t>puubub</w:t>
            </w:r>
            <w:proofErr w:type="spellEnd"/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6F44" w:rsidRPr="00572A9B" w:rsidRDefault="00422DD1" w:rsidP="00572A9B">
            <w:pPr>
              <w:rPr>
                <w:color w:val="000000"/>
                <w:spacing w:val="0"/>
                <w:position w:val="0"/>
                <w:lang w:val="en-US"/>
              </w:rPr>
            </w:pPr>
            <w:proofErr w:type="spellStart"/>
            <w:r>
              <w:rPr>
                <w:color w:val="000000"/>
                <w:spacing w:val="0"/>
                <w:position w:val="0"/>
                <w:lang w:val="en-US"/>
              </w:rPr>
              <w:t>puudub</w:t>
            </w:r>
            <w:proofErr w:type="spellEnd"/>
          </w:p>
        </w:tc>
      </w:tr>
      <w:tr w:rsidR="00572A9B" w:rsidRPr="00572A9B">
        <w:trPr>
          <w:trHeight w:val="405"/>
          <w:tblCellSpacing w:w="7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6F44" w:rsidRPr="00572A9B" w:rsidRDefault="00C76F44" w:rsidP="00572A9B">
            <w:pPr>
              <w:rPr>
                <w:color w:val="000000"/>
                <w:spacing w:val="0"/>
                <w:position w:val="0"/>
                <w:lang w:val="en-US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6F44" w:rsidRPr="00572A9B" w:rsidRDefault="00572A9B" w:rsidP="00572A9B">
            <w:pPr>
              <w:rPr>
                <w:color w:val="000000"/>
                <w:spacing w:val="0"/>
                <w:position w:val="0"/>
                <w:lang w:val="en-US"/>
              </w:rPr>
            </w:pPr>
            <w:proofErr w:type="spellStart"/>
            <w:r w:rsidRPr="00572A9B">
              <w:rPr>
                <w:color w:val="000000"/>
                <w:spacing w:val="0"/>
                <w:position w:val="0"/>
                <w:lang w:val="en-US"/>
              </w:rPr>
              <w:t>öö</w:t>
            </w:r>
            <w:proofErr w:type="spellEnd"/>
            <w:r w:rsidRPr="00572A9B">
              <w:rPr>
                <w:color w:val="000000"/>
                <w:spacing w:val="0"/>
                <w:position w:val="0"/>
                <w:lang w:val="en-US"/>
              </w:rPr>
              <w:t>/kWh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6F44" w:rsidRPr="00572A9B" w:rsidRDefault="00572A9B" w:rsidP="00572A9B">
            <w:pPr>
              <w:rPr>
                <w:color w:val="000000"/>
                <w:spacing w:val="0"/>
                <w:position w:val="0"/>
                <w:lang w:val="en-US"/>
              </w:rPr>
            </w:pPr>
            <w:proofErr w:type="spellStart"/>
            <w:r w:rsidRPr="00572A9B">
              <w:rPr>
                <w:color w:val="000000"/>
                <w:spacing w:val="0"/>
                <w:position w:val="0"/>
                <w:lang w:val="en-US"/>
              </w:rPr>
              <w:t>päev</w:t>
            </w:r>
            <w:proofErr w:type="spellEnd"/>
            <w:r w:rsidRPr="00572A9B">
              <w:rPr>
                <w:color w:val="000000"/>
                <w:spacing w:val="0"/>
                <w:position w:val="0"/>
                <w:lang w:val="en-US"/>
              </w:rPr>
              <w:t>/kWh</w:t>
            </w:r>
          </w:p>
        </w:tc>
      </w:tr>
      <w:tr w:rsidR="00572A9B" w:rsidRPr="00572A9B">
        <w:trPr>
          <w:trHeight w:val="405"/>
          <w:tblCellSpacing w:w="7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6F44" w:rsidRPr="00572A9B" w:rsidRDefault="00572A9B" w:rsidP="00572A9B">
            <w:pPr>
              <w:rPr>
                <w:color w:val="000000"/>
                <w:spacing w:val="0"/>
                <w:position w:val="0"/>
                <w:lang w:val="en-US"/>
              </w:rPr>
            </w:pPr>
            <w:proofErr w:type="spellStart"/>
            <w:r w:rsidRPr="00572A9B">
              <w:rPr>
                <w:color w:val="000000"/>
                <w:spacing w:val="0"/>
                <w:position w:val="0"/>
                <w:lang w:val="en-US"/>
              </w:rPr>
              <w:t>Elekter</w:t>
            </w:r>
            <w:proofErr w:type="spellEnd"/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6F44" w:rsidRPr="00572A9B" w:rsidRDefault="00422DD1" w:rsidP="00572A9B">
            <w:pPr>
              <w:rPr>
                <w:color w:val="000000"/>
                <w:spacing w:val="0"/>
                <w:position w:val="0"/>
                <w:lang w:val="en-US"/>
              </w:rPr>
            </w:pPr>
            <w:proofErr w:type="spellStart"/>
            <w:r>
              <w:rPr>
                <w:color w:val="000000"/>
                <w:spacing w:val="0"/>
                <w:position w:val="0"/>
                <w:lang w:val="en-US"/>
              </w:rPr>
              <w:t>puudub</w:t>
            </w:r>
            <w:proofErr w:type="spellEnd"/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6F44" w:rsidRPr="00572A9B" w:rsidRDefault="00422DD1" w:rsidP="00572A9B">
            <w:pPr>
              <w:rPr>
                <w:color w:val="000000"/>
                <w:spacing w:val="0"/>
                <w:position w:val="0"/>
                <w:lang w:val="en-US"/>
              </w:rPr>
            </w:pPr>
            <w:proofErr w:type="spellStart"/>
            <w:r>
              <w:rPr>
                <w:color w:val="000000"/>
                <w:spacing w:val="0"/>
                <w:position w:val="0"/>
                <w:lang w:val="en-US"/>
              </w:rPr>
              <w:t>puudub</w:t>
            </w:r>
            <w:proofErr w:type="spellEnd"/>
          </w:p>
        </w:tc>
      </w:tr>
      <w:tr w:rsidR="00572A9B" w:rsidRPr="00572A9B">
        <w:trPr>
          <w:trHeight w:val="315"/>
          <w:tblCellSpacing w:w="7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6F44" w:rsidRPr="00572A9B" w:rsidRDefault="00572A9B" w:rsidP="00572A9B">
            <w:pPr>
              <w:rPr>
                <w:color w:val="000000"/>
                <w:spacing w:val="0"/>
                <w:position w:val="0"/>
                <w:lang w:val="en-US"/>
              </w:rPr>
            </w:pPr>
            <w:proofErr w:type="spellStart"/>
            <w:r w:rsidRPr="00572A9B">
              <w:rPr>
                <w:color w:val="000000"/>
                <w:spacing w:val="0"/>
                <w:position w:val="0"/>
                <w:lang w:val="en-US"/>
              </w:rPr>
              <w:t>Gaas</w:t>
            </w:r>
            <w:proofErr w:type="spellEnd"/>
          </w:p>
        </w:tc>
        <w:tc>
          <w:tcPr>
            <w:tcW w:w="33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6F44" w:rsidRPr="00572A9B" w:rsidRDefault="00572A9B" w:rsidP="00572A9B">
            <w:pPr>
              <w:rPr>
                <w:color w:val="000000"/>
                <w:spacing w:val="0"/>
                <w:position w:val="0"/>
                <w:lang w:val="en-US"/>
              </w:rPr>
            </w:pPr>
            <w:r w:rsidRPr="00572A9B">
              <w:rPr>
                <w:color w:val="000000"/>
                <w:spacing w:val="0"/>
                <w:position w:val="0"/>
                <w:lang w:val="en-US"/>
              </w:rPr>
              <w:t>m³</w:t>
            </w:r>
          </w:p>
        </w:tc>
      </w:tr>
    </w:tbl>
    <w:p w:rsidR="00154919" w:rsidRDefault="00154919" w:rsidP="00572A9B">
      <w:pPr>
        <w:rPr>
          <w:color w:val="000000"/>
          <w:spacing w:val="0"/>
          <w:position w:val="0"/>
          <w:lang w:val="en-US"/>
        </w:rPr>
      </w:pPr>
    </w:p>
    <w:p w:rsidR="00572A9B" w:rsidRPr="00792DF5" w:rsidRDefault="00572A9B" w:rsidP="000E19E8">
      <w:pPr>
        <w:pStyle w:val="ListParagraph"/>
        <w:numPr>
          <w:ilvl w:val="0"/>
          <w:numId w:val="4"/>
        </w:numPr>
        <w:ind w:left="142" w:hanging="284"/>
      </w:pPr>
      <w:r w:rsidRPr="00792DF5">
        <w:t>Äriruumide ja nen</w:t>
      </w:r>
      <w:r w:rsidR="00F91B7C" w:rsidRPr="00792DF5">
        <w:t>des olevate seadmete seisukord ü</w:t>
      </w:r>
      <w:r w:rsidRPr="00792DF5">
        <w:t xml:space="preserve">ürileandjale üleandmisel on alljärgnev: </w:t>
      </w:r>
    </w:p>
    <w:p w:rsidR="00962D36" w:rsidRDefault="00962D36" w:rsidP="00572A9B">
      <w:pPr>
        <w:rPr>
          <w:color w:val="000000"/>
          <w:spacing w:val="0"/>
          <w:position w:val="0"/>
          <w:lang w:val="en-US"/>
        </w:rPr>
      </w:pPr>
    </w:p>
    <w:p w:rsidR="00422DD1" w:rsidRDefault="00422DD1" w:rsidP="00572A9B">
      <w:pPr>
        <w:rPr>
          <w:color w:val="000000"/>
          <w:spacing w:val="0"/>
          <w:position w:val="0"/>
          <w:lang w:val="en-US"/>
        </w:rPr>
      </w:pPr>
    </w:p>
    <w:p w:rsidR="00422DD1" w:rsidRPr="00572A9B" w:rsidRDefault="00422DD1" w:rsidP="00572A9B">
      <w:pPr>
        <w:rPr>
          <w:color w:val="000000"/>
          <w:spacing w:val="0"/>
          <w:position w:val="0"/>
          <w:lang w:val="en-US"/>
        </w:rPr>
      </w:pPr>
      <w:proofErr w:type="spellStart"/>
      <w:r>
        <w:rPr>
          <w:color w:val="000000"/>
          <w:spacing w:val="0"/>
          <w:position w:val="0"/>
          <w:lang w:val="en-US"/>
        </w:rPr>
        <w:t>Üüripind</w:t>
      </w:r>
      <w:proofErr w:type="spellEnd"/>
      <w:r>
        <w:rPr>
          <w:color w:val="000000"/>
          <w:spacing w:val="0"/>
          <w:position w:val="0"/>
          <w:lang w:val="en-US"/>
        </w:rPr>
        <w:t xml:space="preserve"> on </w:t>
      </w:r>
      <w:proofErr w:type="spellStart"/>
      <w:r>
        <w:rPr>
          <w:color w:val="000000"/>
          <w:spacing w:val="0"/>
          <w:position w:val="0"/>
          <w:lang w:val="en-US"/>
        </w:rPr>
        <w:t>kehvas</w:t>
      </w:r>
      <w:proofErr w:type="spellEnd"/>
      <w:r>
        <w:rPr>
          <w:color w:val="000000"/>
          <w:spacing w:val="0"/>
          <w:position w:val="0"/>
          <w:lang w:val="en-US"/>
        </w:rPr>
        <w:t xml:space="preserve"> </w:t>
      </w:r>
      <w:proofErr w:type="spellStart"/>
      <w:r>
        <w:rPr>
          <w:color w:val="000000"/>
          <w:spacing w:val="0"/>
          <w:position w:val="0"/>
          <w:lang w:val="en-US"/>
        </w:rPr>
        <w:t>seisukorras</w:t>
      </w:r>
      <w:proofErr w:type="spellEnd"/>
      <w:r>
        <w:rPr>
          <w:color w:val="000000"/>
          <w:spacing w:val="0"/>
          <w:position w:val="0"/>
          <w:lang w:val="en-US"/>
        </w:rPr>
        <w:t xml:space="preserve">, </w:t>
      </w:r>
      <w:proofErr w:type="spellStart"/>
      <w:r>
        <w:rPr>
          <w:color w:val="000000"/>
          <w:spacing w:val="0"/>
          <w:position w:val="0"/>
          <w:lang w:val="en-US"/>
        </w:rPr>
        <w:t>puudub</w:t>
      </w:r>
      <w:proofErr w:type="spellEnd"/>
      <w:r>
        <w:rPr>
          <w:color w:val="000000"/>
          <w:spacing w:val="0"/>
          <w:position w:val="0"/>
          <w:lang w:val="en-US"/>
        </w:rPr>
        <w:t xml:space="preserve"> </w:t>
      </w:r>
      <w:proofErr w:type="spellStart"/>
      <w:r>
        <w:rPr>
          <w:color w:val="000000"/>
          <w:spacing w:val="0"/>
          <w:position w:val="0"/>
          <w:lang w:val="en-US"/>
        </w:rPr>
        <w:t>veeühendus</w:t>
      </w:r>
      <w:proofErr w:type="spellEnd"/>
      <w:r>
        <w:rPr>
          <w:color w:val="000000"/>
          <w:spacing w:val="0"/>
          <w:position w:val="0"/>
          <w:lang w:val="en-US"/>
        </w:rPr>
        <w:t xml:space="preserve"> </w:t>
      </w:r>
      <w:proofErr w:type="gramStart"/>
      <w:r>
        <w:rPr>
          <w:color w:val="000000"/>
          <w:spacing w:val="0"/>
          <w:position w:val="0"/>
          <w:lang w:val="en-US"/>
        </w:rPr>
        <w:t>ja</w:t>
      </w:r>
      <w:proofErr w:type="gramEnd"/>
      <w:r>
        <w:rPr>
          <w:color w:val="000000"/>
          <w:spacing w:val="0"/>
          <w:position w:val="0"/>
          <w:lang w:val="en-US"/>
        </w:rPr>
        <w:t xml:space="preserve"> </w:t>
      </w:r>
      <w:proofErr w:type="spellStart"/>
      <w:r>
        <w:rPr>
          <w:color w:val="000000"/>
          <w:spacing w:val="0"/>
          <w:position w:val="0"/>
          <w:lang w:val="en-US"/>
        </w:rPr>
        <w:t>kanalisatsioon</w:t>
      </w:r>
      <w:proofErr w:type="spellEnd"/>
      <w:r>
        <w:rPr>
          <w:color w:val="000000"/>
          <w:spacing w:val="0"/>
          <w:position w:val="0"/>
          <w:lang w:val="en-US"/>
        </w:rPr>
        <w:t xml:space="preserve">, </w:t>
      </w:r>
      <w:proofErr w:type="spellStart"/>
      <w:r>
        <w:rPr>
          <w:color w:val="000000"/>
          <w:spacing w:val="0"/>
          <w:position w:val="0"/>
          <w:lang w:val="en-US"/>
        </w:rPr>
        <w:t>põrandad</w:t>
      </w:r>
      <w:proofErr w:type="spellEnd"/>
      <w:r>
        <w:rPr>
          <w:color w:val="000000"/>
          <w:spacing w:val="0"/>
          <w:position w:val="0"/>
          <w:lang w:val="en-US"/>
        </w:rPr>
        <w:t xml:space="preserve"> ja </w:t>
      </w:r>
      <w:proofErr w:type="spellStart"/>
      <w:r>
        <w:rPr>
          <w:color w:val="000000"/>
          <w:spacing w:val="0"/>
          <w:position w:val="0"/>
          <w:lang w:val="en-US"/>
        </w:rPr>
        <w:t>seinad</w:t>
      </w:r>
      <w:proofErr w:type="spellEnd"/>
      <w:r>
        <w:rPr>
          <w:color w:val="000000"/>
          <w:spacing w:val="0"/>
          <w:position w:val="0"/>
          <w:lang w:val="en-US"/>
        </w:rPr>
        <w:t xml:space="preserve"> on </w:t>
      </w:r>
      <w:proofErr w:type="spellStart"/>
      <w:r>
        <w:rPr>
          <w:color w:val="000000"/>
          <w:spacing w:val="0"/>
          <w:position w:val="0"/>
          <w:lang w:val="en-US"/>
        </w:rPr>
        <w:t>katki</w:t>
      </w:r>
      <w:proofErr w:type="spellEnd"/>
      <w:r>
        <w:rPr>
          <w:color w:val="000000"/>
          <w:spacing w:val="0"/>
          <w:position w:val="0"/>
          <w:lang w:val="en-US"/>
        </w:rPr>
        <w:t xml:space="preserve">, </w:t>
      </w:r>
      <w:proofErr w:type="spellStart"/>
      <w:r>
        <w:rPr>
          <w:color w:val="000000"/>
          <w:spacing w:val="0"/>
          <w:position w:val="0"/>
          <w:lang w:val="en-US"/>
        </w:rPr>
        <w:t>elekter</w:t>
      </w:r>
      <w:proofErr w:type="spellEnd"/>
      <w:r>
        <w:rPr>
          <w:color w:val="000000"/>
          <w:spacing w:val="0"/>
          <w:position w:val="0"/>
          <w:lang w:val="en-US"/>
        </w:rPr>
        <w:t xml:space="preserve"> </w:t>
      </w:r>
      <w:proofErr w:type="spellStart"/>
      <w:r>
        <w:rPr>
          <w:color w:val="000000"/>
          <w:spacing w:val="0"/>
          <w:position w:val="0"/>
          <w:lang w:val="en-US"/>
        </w:rPr>
        <w:t>puudub</w:t>
      </w:r>
      <w:proofErr w:type="spellEnd"/>
    </w:p>
    <w:p w:rsidR="00154919" w:rsidRDefault="00154919" w:rsidP="009F21AC">
      <w:pPr>
        <w:jc w:val="both"/>
        <w:rPr>
          <w:color w:val="000000"/>
          <w:spacing w:val="0"/>
          <w:position w:val="0"/>
          <w:lang w:val="en-US"/>
        </w:rPr>
      </w:pPr>
    </w:p>
    <w:p w:rsidR="00A8267A" w:rsidRPr="000E19E8" w:rsidRDefault="00572A9B" w:rsidP="000E19E8">
      <w:pPr>
        <w:pStyle w:val="ListParagraph"/>
        <w:numPr>
          <w:ilvl w:val="0"/>
          <w:numId w:val="4"/>
        </w:numPr>
        <w:ind w:left="142" w:hanging="284"/>
      </w:pPr>
      <w:r w:rsidRPr="000E19E8">
        <w:lastRenderedPageBreak/>
        <w:t xml:space="preserve"> </w:t>
      </w:r>
      <w:r w:rsidR="00A8267A" w:rsidRPr="000E19E8">
        <w:t>Üürnik kinnitab käesoleva akti allakirjutamisega, e</w:t>
      </w:r>
      <w:r w:rsidR="00F91B7C" w:rsidRPr="000E19E8">
        <w:t>t ta on hoolikalt üle vaadanud ä</w:t>
      </w:r>
      <w:r w:rsidR="00A8267A" w:rsidRPr="000E19E8">
        <w:t>riruumid, samuti nende seadmed, veendunud nende tehnilises korrasolekus ja tutvunud vajadusel kasutamisjuhistega.</w:t>
      </w:r>
    </w:p>
    <w:p w:rsidR="009F21AC" w:rsidRPr="00A8267A" w:rsidRDefault="009F21AC" w:rsidP="009F21AC">
      <w:pPr>
        <w:jc w:val="both"/>
        <w:rPr>
          <w:color w:val="000000"/>
          <w:spacing w:val="0"/>
          <w:position w:val="0"/>
          <w:lang w:val="en-US"/>
        </w:rPr>
      </w:pPr>
    </w:p>
    <w:p w:rsidR="00572A9B" w:rsidRPr="000E19E8" w:rsidRDefault="00F91B7C" w:rsidP="000E19E8">
      <w:pPr>
        <w:pStyle w:val="ListParagraph"/>
        <w:numPr>
          <w:ilvl w:val="0"/>
          <w:numId w:val="4"/>
        </w:numPr>
        <w:ind w:left="142" w:hanging="284"/>
      </w:pPr>
      <w:r w:rsidRPr="000E19E8">
        <w:t>Käesolevaga üürnik kinnitab, et ä</w:t>
      </w:r>
      <w:r w:rsidR="00A8267A" w:rsidRPr="000E19E8">
        <w:t>riruumid on üürilepingu järgseks kasutamiseks sobivas seisundis.</w:t>
      </w:r>
    </w:p>
    <w:p w:rsidR="009F21AC" w:rsidRPr="00A8267A" w:rsidRDefault="009F21AC" w:rsidP="009F21AC">
      <w:pPr>
        <w:jc w:val="both"/>
        <w:rPr>
          <w:color w:val="000000"/>
          <w:spacing w:val="0"/>
          <w:position w:val="0"/>
          <w:lang w:val="en-US"/>
        </w:rPr>
      </w:pPr>
    </w:p>
    <w:p w:rsidR="008E68EA" w:rsidRDefault="00572A9B" w:rsidP="000E19E8">
      <w:pPr>
        <w:pStyle w:val="ListParagraph"/>
        <w:numPr>
          <w:ilvl w:val="0"/>
          <w:numId w:val="4"/>
        </w:numPr>
        <w:ind w:left="142" w:hanging="284"/>
      </w:pPr>
      <w:r w:rsidRPr="000E19E8">
        <w:t xml:space="preserve">Märkused: </w:t>
      </w:r>
    </w:p>
    <w:p w:rsidR="008E68EA" w:rsidRDefault="008E68EA" w:rsidP="008E68EA">
      <w:pPr>
        <w:pStyle w:val="ListParagraph"/>
      </w:pPr>
    </w:p>
    <w:p w:rsidR="005A1F56" w:rsidRDefault="008E68EA" w:rsidP="000B5311">
      <w:pPr>
        <w:pStyle w:val="ListParagraph"/>
        <w:numPr>
          <w:ilvl w:val="0"/>
          <w:numId w:val="5"/>
        </w:numPr>
      </w:pPr>
      <w:r>
        <w:t>Ennem elektrilepingu sõlmimist elektrileviga uuendada elektrijuhtmestiku</w:t>
      </w:r>
    </w:p>
    <w:p w:rsidR="008E68EA" w:rsidRDefault="008E68EA" w:rsidP="000B5311">
      <w:pPr>
        <w:pStyle w:val="ListParagraph"/>
        <w:numPr>
          <w:ilvl w:val="0"/>
          <w:numId w:val="5"/>
        </w:numPr>
      </w:pPr>
      <w:r>
        <w:t>Teostada hooldusremont pliidile ennem kasutusele võttu</w:t>
      </w:r>
    </w:p>
    <w:p w:rsidR="000B5311" w:rsidRPr="000E19E8" w:rsidRDefault="000B5311" w:rsidP="000B5311">
      <w:pPr>
        <w:pStyle w:val="ListParagraph"/>
        <w:ind w:left="862"/>
      </w:pPr>
      <w:bookmarkStart w:id="0" w:name="_GoBack"/>
      <w:bookmarkEnd w:id="0"/>
    </w:p>
    <w:p w:rsidR="00DD4087" w:rsidRDefault="00DD4087" w:rsidP="00572A9B">
      <w:pPr>
        <w:rPr>
          <w:color w:val="000000"/>
          <w:spacing w:val="0"/>
          <w:position w:val="0"/>
          <w:lang w:val="en-US"/>
        </w:rPr>
      </w:pPr>
    </w:p>
    <w:p w:rsidR="001634AF" w:rsidRPr="00572A9B" w:rsidRDefault="0088031C" w:rsidP="000E19E8">
      <w:pPr>
        <w:pStyle w:val="ListParagraph"/>
        <w:numPr>
          <w:ilvl w:val="0"/>
          <w:numId w:val="4"/>
        </w:numPr>
        <w:ind w:left="142" w:hanging="284"/>
        <w:sectPr w:rsidR="001634AF" w:rsidRPr="00572A9B">
          <w:headerReference w:type="default" r:id="rId7"/>
          <w:footerReference w:type="default" r:id="rId8"/>
          <w:headerReference w:type="first" r:id="rId9"/>
          <w:type w:val="continuous"/>
          <w:pgSz w:w="11906" w:h="16838" w:code="9"/>
          <w:pgMar w:top="907" w:right="680" w:bottom="737" w:left="1701" w:header="454" w:footer="567" w:gutter="0"/>
          <w:cols w:space="720"/>
          <w:formProt w:val="0"/>
          <w:titlePg/>
        </w:sectPr>
      </w:pPr>
      <w:sdt>
        <w:sdtPr>
          <w:id w:val="-189151537"/>
          <w:placeholder>
            <w:docPart w:val="050FDB0F846343618BCDACC6C2BD29D3"/>
          </w:placeholder>
          <w:comboBox>
            <w:listItem w:displayText=" " w:value=" "/>
            <w:listItem w:displayText="Akt on allkirjastatud digitaalselt." w:value="Akt on allkirjastatud digitaalselt."/>
            <w:listItem w:displayText="Akt on allkirjastatud paberkandjal kahes võrdset juriidilist jõudu omavas eksemplaris, millest kumbki pool saab ühe eksemplari." w:value="Akt on allkirjastatud paberkandjal kahes võrdset juriidilist jõudu omavas eksemplaris, millest kumbki pool saab ühe eksemplari."/>
          </w:comboBox>
        </w:sdtPr>
        <w:sdtEndPr/>
        <w:sdtContent>
          <w:r w:rsidR="00422DD1">
            <w:t>Akt on allkirjastatud digitaalselt.</w:t>
          </w:r>
        </w:sdtContent>
      </w:sdt>
    </w:p>
    <w:p w:rsidR="00727CC6" w:rsidRPr="00572A9B" w:rsidRDefault="00727CC6" w:rsidP="00572A9B"/>
    <w:p w:rsidR="001634AF" w:rsidRPr="00572A9B" w:rsidRDefault="001634AF" w:rsidP="00572A9B"/>
    <w:p w:rsidR="001634AF" w:rsidRPr="009F21AC" w:rsidRDefault="009F21AC" w:rsidP="00572A9B">
      <w:pPr>
        <w:rPr>
          <w:b/>
        </w:rPr>
      </w:pPr>
      <w:r>
        <w:rPr>
          <w:b/>
        </w:rPr>
        <w:t>Andis üle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Võttis vastu</w:t>
      </w:r>
    </w:p>
    <w:p w:rsidR="00E45E73" w:rsidRDefault="00E45E73" w:rsidP="00572A9B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701"/>
        <w:gridCol w:w="4196"/>
      </w:tblGrid>
      <w:tr w:rsidR="00F91B7C" w:rsidRPr="00214855" w:rsidTr="00C310E9">
        <w:trPr>
          <w:trHeight w:val="551"/>
        </w:trPr>
        <w:tc>
          <w:tcPr>
            <w:tcW w:w="4175" w:type="dxa"/>
            <w:vAlign w:val="bottom"/>
          </w:tcPr>
          <w:p w:rsidR="00F91B7C" w:rsidRPr="00214855" w:rsidRDefault="00422DD1" w:rsidP="00C310E9">
            <w:proofErr w:type="spellStart"/>
            <w:r>
              <w:t>Allkirjasatatud</w:t>
            </w:r>
            <w:proofErr w:type="spellEnd"/>
            <w:r>
              <w:t xml:space="preserve"> digitaalselt</w:t>
            </w:r>
          </w:p>
        </w:tc>
        <w:tc>
          <w:tcPr>
            <w:tcW w:w="701" w:type="dxa"/>
          </w:tcPr>
          <w:p w:rsidR="00F91B7C" w:rsidRPr="00214855" w:rsidRDefault="00F91B7C" w:rsidP="00C310E9">
            <w:pPr>
              <w:jc w:val="both"/>
            </w:pPr>
          </w:p>
        </w:tc>
        <w:tc>
          <w:tcPr>
            <w:tcW w:w="4196" w:type="dxa"/>
            <w:vAlign w:val="bottom"/>
          </w:tcPr>
          <w:p w:rsidR="00F91B7C" w:rsidRPr="00214855" w:rsidRDefault="00422DD1" w:rsidP="00C310E9">
            <w:r>
              <w:t>Allkirjastatud digitaalselt</w:t>
            </w:r>
          </w:p>
        </w:tc>
      </w:tr>
    </w:tbl>
    <w:p w:rsidR="00F91B7C" w:rsidRPr="00F91B7C" w:rsidRDefault="00F91B7C" w:rsidP="00F91B7C">
      <w:pPr>
        <w:rPr>
          <w:vanish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3969"/>
      </w:tblGrid>
      <w:tr w:rsidR="00F91B7C" w:rsidRPr="00214855" w:rsidTr="00C310E9">
        <w:trPr>
          <w:trHeight w:val="595"/>
        </w:trPr>
        <w:tc>
          <w:tcPr>
            <w:tcW w:w="4750" w:type="dxa"/>
            <w:vAlign w:val="bottom"/>
          </w:tcPr>
          <w:p w:rsidR="00F91B7C" w:rsidRPr="00214855" w:rsidRDefault="00F91B7C" w:rsidP="00C310E9">
            <w:pPr>
              <w:tabs>
                <w:tab w:val="left" w:pos="4320"/>
              </w:tabs>
              <w:spacing w:after="240"/>
            </w:pPr>
          </w:p>
        </w:tc>
        <w:tc>
          <w:tcPr>
            <w:tcW w:w="3969" w:type="dxa"/>
            <w:vAlign w:val="bottom"/>
          </w:tcPr>
          <w:p w:rsidR="00F91B7C" w:rsidRPr="00214855" w:rsidRDefault="00F91B7C" w:rsidP="00C310E9">
            <w:pPr>
              <w:tabs>
                <w:tab w:val="left" w:pos="4320"/>
              </w:tabs>
            </w:pPr>
          </w:p>
        </w:tc>
      </w:tr>
      <w:tr w:rsidR="00F91B7C" w:rsidRPr="00214855" w:rsidTr="00C310E9">
        <w:trPr>
          <w:trHeight w:val="340"/>
        </w:trPr>
        <w:tc>
          <w:tcPr>
            <w:tcW w:w="4750" w:type="dxa"/>
            <w:vAlign w:val="bottom"/>
          </w:tcPr>
          <w:p w:rsidR="00F91B7C" w:rsidRPr="00214855" w:rsidRDefault="00422DD1" w:rsidP="00C310E9">
            <w:pPr>
              <w:tabs>
                <w:tab w:val="left" w:pos="4320"/>
              </w:tabs>
            </w:pPr>
            <w:r>
              <w:t>Tarmo Põkka</w:t>
            </w:r>
          </w:p>
        </w:tc>
        <w:tc>
          <w:tcPr>
            <w:tcW w:w="3969" w:type="dxa"/>
            <w:vAlign w:val="bottom"/>
          </w:tcPr>
          <w:p w:rsidR="00F91B7C" w:rsidRPr="00214855" w:rsidRDefault="00422DD1" w:rsidP="00C310E9">
            <w:pPr>
              <w:tabs>
                <w:tab w:val="left" w:pos="4320"/>
              </w:tabs>
            </w:pPr>
            <w:proofErr w:type="spellStart"/>
            <w:r>
              <w:t>Anney</w:t>
            </w:r>
            <w:proofErr w:type="spellEnd"/>
            <w:r>
              <w:t xml:space="preserve"> Suuk</w:t>
            </w:r>
          </w:p>
        </w:tc>
      </w:tr>
      <w:tr w:rsidR="00F91B7C" w:rsidRPr="00214855" w:rsidTr="00C310E9">
        <w:trPr>
          <w:trHeight w:val="231"/>
        </w:trPr>
        <w:tc>
          <w:tcPr>
            <w:tcW w:w="4750" w:type="dxa"/>
            <w:vAlign w:val="bottom"/>
          </w:tcPr>
          <w:p w:rsidR="00F91B7C" w:rsidRPr="00214855" w:rsidRDefault="00F91B7C" w:rsidP="00C310E9">
            <w:pPr>
              <w:tabs>
                <w:tab w:val="left" w:pos="4320"/>
              </w:tabs>
            </w:pPr>
          </w:p>
        </w:tc>
        <w:tc>
          <w:tcPr>
            <w:tcW w:w="3969" w:type="dxa"/>
            <w:vAlign w:val="bottom"/>
          </w:tcPr>
          <w:p w:rsidR="00F91B7C" w:rsidRPr="00214855" w:rsidRDefault="00F91B7C" w:rsidP="00C310E9">
            <w:pPr>
              <w:tabs>
                <w:tab w:val="left" w:pos="4320"/>
              </w:tabs>
            </w:pPr>
          </w:p>
        </w:tc>
      </w:tr>
    </w:tbl>
    <w:p w:rsidR="001634AF" w:rsidRPr="00572A9B" w:rsidRDefault="001634AF" w:rsidP="00572A9B"/>
    <w:sectPr w:rsidR="001634AF" w:rsidRPr="00572A9B">
      <w:footerReference w:type="default" r:id="rId10"/>
      <w:headerReference w:type="first" r:id="rId11"/>
      <w:footerReference w:type="first" r:id="rId12"/>
      <w:type w:val="continuous"/>
      <w:pgSz w:w="11906" w:h="16838" w:code="9"/>
      <w:pgMar w:top="907" w:right="680" w:bottom="737" w:left="1701" w:header="454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31C" w:rsidRDefault="0088031C">
      <w:r>
        <w:separator/>
      </w:r>
    </w:p>
  </w:endnote>
  <w:endnote w:type="continuationSeparator" w:id="0">
    <w:p w:rsidR="0088031C" w:rsidRDefault="00880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D36" w:rsidRDefault="00962D36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D36" w:rsidRDefault="00962D36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D36" w:rsidRDefault="00962D36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31C" w:rsidRDefault="0088031C">
      <w:r>
        <w:separator/>
      </w:r>
    </w:p>
  </w:footnote>
  <w:footnote w:type="continuationSeparator" w:id="0">
    <w:p w:rsidR="0088031C" w:rsidRDefault="008803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D36" w:rsidRDefault="00962D36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0B5311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D36" w:rsidRPr="005C0069" w:rsidRDefault="00962D36" w:rsidP="009F21AC">
    <w:pPr>
      <w:ind w:left="2880" w:firstLine="720"/>
      <w:jc w:val="both"/>
    </w:pPr>
    <w:r>
      <w:tab/>
    </w:r>
    <w:r>
      <w:tab/>
    </w:r>
  </w:p>
  <w:p w:rsidR="00962D36" w:rsidRPr="005C0069" w:rsidRDefault="00962D36" w:rsidP="00C35E2C">
    <w:pPr>
      <w:ind w:left="3600"/>
      <w:jc w:val="both"/>
    </w:pPr>
  </w:p>
  <w:p w:rsidR="00962D36" w:rsidRDefault="00962D36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D36" w:rsidRDefault="00962D36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4911508B"/>
    <w:multiLevelType w:val="hybridMultilevel"/>
    <w:tmpl w:val="3CCCBA9A"/>
    <w:lvl w:ilvl="0" w:tplc="0425000F">
      <w:start w:val="1"/>
      <w:numFmt w:val="decimal"/>
      <w:lvlText w:val="%1."/>
      <w:lvlJc w:val="left"/>
      <w:pPr>
        <w:ind w:left="242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144" w:hanging="360"/>
      </w:pPr>
    </w:lvl>
    <w:lvl w:ilvl="2" w:tplc="0425001B" w:tentative="1">
      <w:start w:val="1"/>
      <w:numFmt w:val="lowerRoman"/>
      <w:lvlText w:val="%3."/>
      <w:lvlJc w:val="right"/>
      <w:pPr>
        <w:ind w:left="3864" w:hanging="180"/>
      </w:pPr>
    </w:lvl>
    <w:lvl w:ilvl="3" w:tplc="0425000F" w:tentative="1">
      <w:start w:val="1"/>
      <w:numFmt w:val="decimal"/>
      <w:lvlText w:val="%4."/>
      <w:lvlJc w:val="left"/>
      <w:pPr>
        <w:ind w:left="4584" w:hanging="360"/>
      </w:pPr>
    </w:lvl>
    <w:lvl w:ilvl="4" w:tplc="04250019" w:tentative="1">
      <w:start w:val="1"/>
      <w:numFmt w:val="lowerLetter"/>
      <w:lvlText w:val="%5."/>
      <w:lvlJc w:val="left"/>
      <w:pPr>
        <w:ind w:left="5304" w:hanging="360"/>
      </w:pPr>
    </w:lvl>
    <w:lvl w:ilvl="5" w:tplc="0425001B" w:tentative="1">
      <w:start w:val="1"/>
      <w:numFmt w:val="lowerRoman"/>
      <w:lvlText w:val="%6."/>
      <w:lvlJc w:val="right"/>
      <w:pPr>
        <w:ind w:left="6024" w:hanging="180"/>
      </w:pPr>
    </w:lvl>
    <w:lvl w:ilvl="6" w:tplc="0425000F" w:tentative="1">
      <w:start w:val="1"/>
      <w:numFmt w:val="decimal"/>
      <w:lvlText w:val="%7."/>
      <w:lvlJc w:val="left"/>
      <w:pPr>
        <w:ind w:left="6744" w:hanging="360"/>
      </w:pPr>
    </w:lvl>
    <w:lvl w:ilvl="7" w:tplc="04250019" w:tentative="1">
      <w:start w:val="1"/>
      <w:numFmt w:val="lowerLetter"/>
      <w:lvlText w:val="%8."/>
      <w:lvlJc w:val="left"/>
      <w:pPr>
        <w:ind w:left="7464" w:hanging="360"/>
      </w:pPr>
    </w:lvl>
    <w:lvl w:ilvl="8" w:tplc="042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3" w15:restartNumberingAfterBreak="0">
    <w:nsid w:val="503B1B7E"/>
    <w:multiLevelType w:val="hybridMultilevel"/>
    <w:tmpl w:val="9438BB98"/>
    <w:lvl w:ilvl="0" w:tplc="042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725816"/>
    <w:multiLevelType w:val="hybridMultilevel"/>
    <w:tmpl w:val="F42AB228"/>
    <w:lvl w:ilvl="0" w:tplc="042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C3B"/>
    <w:rsid w:val="000872C7"/>
    <w:rsid w:val="000B5311"/>
    <w:rsid w:val="000C75F7"/>
    <w:rsid w:val="000E19E8"/>
    <w:rsid w:val="00154919"/>
    <w:rsid w:val="001634AF"/>
    <w:rsid w:val="00202256"/>
    <w:rsid w:val="00234E3C"/>
    <w:rsid w:val="002B3548"/>
    <w:rsid w:val="003418B1"/>
    <w:rsid w:val="00362EDC"/>
    <w:rsid w:val="003A038D"/>
    <w:rsid w:val="003B7939"/>
    <w:rsid w:val="00422DD1"/>
    <w:rsid w:val="004B76C9"/>
    <w:rsid w:val="00572A9B"/>
    <w:rsid w:val="005A1F56"/>
    <w:rsid w:val="005B1CF7"/>
    <w:rsid w:val="005C0822"/>
    <w:rsid w:val="00616BDF"/>
    <w:rsid w:val="00650E0C"/>
    <w:rsid w:val="00656117"/>
    <w:rsid w:val="00727CC6"/>
    <w:rsid w:val="00792DF5"/>
    <w:rsid w:val="007C0D40"/>
    <w:rsid w:val="0088031C"/>
    <w:rsid w:val="00886F3F"/>
    <w:rsid w:val="008D0402"/>
    <w:rsid w:val="008E68EA"/>
    <w:rsid w:val="0094506E"/>
    <w:rsid w:val="0096216B"/>
    <w:rsid w:val="00962D36"/>
    <w:rsid w:val="00966FB6"/>
    <w:rsid w:val="009C1E91"/>
    <w:rsid w:val="009C474B"/>
    <w:rsid w:val="009D7646"/>
    <w:rsid w:val="009F21AC"/>
    <w:rsid w:val="009F3EF2"/>
    <w:rsid w:val="00A77A76"/>
    <w:rsid w:val="00A8267A"/>
    <w:rsid w:val="00AB5C11"/>
    <w:rsid w:val="00B40043"/>
    <w:rsid w:val="00B472B5"/>
    <w:rsid w:val="00B90DC5"/>
    <w:rsid w:val="00C10E29"/>
    <w:rsid w:val="00C218DE"/>
    <w:rsid w:val="00C23D74"/>
    <w:rsid w:val="00C35E2C"/>
    <w:rsid w:val="00C56806"/>
    <w:rsid w:val="00C76F44"/>
    <w:rsid w:val="00CA51A5"/>
    <w:rsid w:val="00CF25B2"/>
    <w:rsid w:val="00DC1E94"/>
    <w:rsid w:val="00DC7A75"/>
    <w:rsid w:val="00DD4087"/>
    <w:rsid w:val="00DE3EBF"/>
    <w:rsid w:val="00E232F0"/>
    <w:rsid w:val="00E45E73"/>
    <w:rsid w:val="00E4666E"/>
    <w:rsid w:val="00E61DD5"/>
    <w:rsid w:val="00E825A0"/>
    <w:rsid w:val="00EC450F"/>
    <w:rsid w:val="00EC4957"/>
    <w:rsid w:val="00ED7570"/>
    <w:rsid w:val="00F91B7C"/>
    <w:rsid w:val="00FA1C3B"/>
    <w:rsid w:val="00FD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01BD76"/>
  <w14:defaultImageDpi w14:val="32767"/>
  <w15:docId w15:val="{1A495489-2840-4B36-8B5D-96E1DA007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pacing w:val="2"/>
      <w:position w:val="6"/>
      <w:sz w:val="24"/>
      <w:lang w:val="et-EE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rPr>
      <w:spacing w:val="0"/>
      <w:position w:val="0"/>
      <w:sz w:val="20"/>
    </w:rPr>
  </w:style>
  <w:style w:type="paragraph" w:styleId="NormalWeb">
    <w:name w:val="Normal (Web)"/>
    <w:basedOn w:val="Normal"/>
    <w:rsid w:val="005B1CF7"/>
    <w:pPr>
      <w:spacing w:before="100" w:beforeAutospacing="1" w:after="100" w:afterAutospacing="1"/>
    </w:pPr>
    <w:rPr>
      <w:rFonts w:ascii="Verdana" w:hAnsi="Verdana"/>
      <w:color w:val="000000"/>
      <w:spacing w:val="0"/>
      <w:position w:val="0"/>
      <w:sz w:val="18"/>
      <w:szCs w:val="18"/>
      <w:lang w:val="en-US"/>
    </w:rPr>
  </w:style>
  <w:style w:type="character" w:styleId="Strong">
    <w:name w:val="Strong"/>
    <w:basedOn w:val="DefaultParagraphFont"/>
    <w:qFormat/>
    <w:rsid w:val="005B1CF7"/>
    <w:rPr>
      <w:b/>
      <w:bCs/>
    </w:rPr>
  </w:style>
  <w:style w:type="table" w:styleId="TableGrid">
    <w:name w:val="Table Grid"/>
    <w:basedOn w:val="TableNormal"/>
    <w:uiPriority w:val="59"/>
    <w:rsid w:val="00F91B7C"/>
    <w:rPr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9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F21AC"/>
    <w:rPr>
      <w:rFonts w:ascii="Tahoma" w:hAnsi="Tahoma" w:cs="Tahoma"/>
      <w:spacing w:val="2"/>
      <w:position w:val="6"/>
      <w:sz w:val="16"/>
      <w:szCs w:val="16"/>
      <w:lang w:val="et-EE" w:eastAsia="en-US"/>
    </w:rPr>
  </w:style>
  <w:style w:type="character" w:styleId="CommentReference">
    <w:name w:val="annotation reference"/>
    <w:uiPriority w:val="99"/>
    <w:rsid w:val="009F21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F21AC"/>
    <w:rPr>
      <w:spacing w:val="0"/>
      <w:position w:val="0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21AC"/>
    <w:rPr>
      <w:lang w:val="et-EE" w:eastAsia="en-US"/>
    </w:rPr>
  </w:style>
  <w:style w:type="paragraph" w:styleId="ListParagraph">
    <w:name w:val="List Paragraph"/>
    <w:basedOn w:val="Normal"/>
    <w:uiPriority w:val="34"/>
    <w:qFormat/>
    <w:rsid w:val="009F2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5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etka\Downloads\akt%20&#228;riruumi%20&#252;leandmise%20koht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50FDB0F846343618BCDACC6C2BD29D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4FC9856-188E-4650-AF3D-903BE82FE27E}"/>
      </w:docPartPr>
      <w:docPartBody>
        <w:p w:rsidR="00AB117D" w:rsidRDefault="00A73FAE">
          <w:pPr>
            <w:pStyle w:val="050FDB0F846343618BCDACC6C2BD29D3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17D"/>
    <w:rsid w:val="00772B86"/>
    <w:rsid w:val="00A73FAE"/>
    <w:rsid w:val="00AB1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</w:style>
  <w:style w:type="paragraph" w:customStyle="1" w:styleId="050FDB0F846343618BCDACC6C2BD29D3">
    <w:name w:val="050FDB0F846343618BCDACC6C2BD29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akt äriruumi üleandmise kohta</Template>
  <TotalTime>1226</TotalTime>
  <Pages>2</Pages>
  <Words>282</Words>
  <Characters>1636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AKT</vt:lpstr>
      <vt:lpstr>AKT</vt:lpstr>
      <vt:lpstr>AKT</vt:lpstr>
    </vt:vector>
  </TitlesOfParts>
  <Company>DF Ltd., Parnu mnt 154, 11317 Tallinn, Estonia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</dc:title>
  <dc:subject>MS Office 2000(TM) file templates</dc:subject>
  <dc:creator>Reet Karu</dc:creator>
  <dc:description>Version 1.1, Dets 2003</dc:description>
  <cp:lastModifiedBy>Tarmo Põkka</cp:lastModifiedBy>
  <cp:revision>4</cp:revision>
  <cp:lastPrinted>2003-12-24T12:14:00Z</cp:lastPrinted>
  <dcterms:created xsi:type="dcterms:W3CDTF">2023-06-06T09:35:00Z</dcterms:created>
  <dcterms:modified xsi:type="dcterms:W3CDTF">2023-06-07T06:02:00Z</dcterms:modified>
</cp:coreProperties>
</file>